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3784C">
        <w:rPr>
          <w:rFonts w:asciiTheme="majorHAnsi" w:eastAsia="Times New Roman" w:hAnsiTheme="majorHAnsi" w:cs="Times New Roman"/>
          <w:lang w:eastAsia="cs-CZ"/>
        </w:rPr>
        <w:t>1 kupní smlouvy</w:t>
      </w:r>
    </w:p>
    <w:p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:rsidR="00965708" w:rsidRDefault="00965708" w:rsidP="00965708">
      <w:pPr>
        <w:pStyle w:val="Nadpis3"/>
      </w:pPr>
      <w:r>
        <w:t>Služby</w:t>
      </w:r>
    </w:p>
    <w:p w:rsidR="00965708" w:rsidRPr="008478EF" w:rsidRDefault="00EC4DEE" w:rsidP="00965708">
      <w:pPr>
        <w:pStyle w:val="Technickspecifikace"/>
        <w:ind w:left="2832" w:hanging="2832"/>
      </w:pPr>
      <w:r>
        <w:rPr>
          <w:b/>
        </w:rPr>
        <w:t>Tisk knižní podoby JŘ</w:t>
      </w:r>
      <w:r w:rsidR="00965708">
        <w:tab/>
      </w:r>
      <w:r w:rsidR="00DE7A97">
        <w:t xml:space="preserve">Předmětem zakázky je </w:t>
      </w:r>
      <w:r>
        <w:t>tisk knižních jízdních řádů Správy železnic</w:t>
      </w:r>
      <w:r w:rsidR="00011007">
        <w:t>.</w:t>
      </w:r>
    </w:p>
    <w:p w:rsidR="00965708" w:rsidRDefault="00965708" w:rsidP="00965708">
      <w:pPr>
        <w:pStyle w:val="Nadpis3"/>
        <w:ind w:left="1276" w:hanging="1276"/>
      </w:pPr>
      <w:r>
        <w:t>Specifikace</w:t>
      </w:r>
    </w:p>
    <w:p w:rsidR="00EC4DEE" w:rsidRPr="008478EF" w:rsidRDefault="00EC4DEE" w:rsidP="00EC4DEE">
      <w:pPr>
        <w:pStyle w:val="Technickspecifikace"/>
        <w:spacing w:before="240"/>
      </w:pPr>
      <w:r w:rsidRPr="003A0BE5">
        <w:rPr>
          <w:rStyle w:val="Vlastnosttechnickspecifikace"/>
        </w:rPr>
        <w:t>náklad</w:t>
      </w:r>
      <w:r w:rsidRPr="003A0BE5">
        <w:tab/>
      </w:r>
      <w:r w:rsidR="002C1CD6">
        <w:tab/>
      </w:r>
      <w:r w:rsidR="002C1CD6">
        <w:tab/>
      </w:r>
      <w:r>
        <w:t>5 000</w:t>
      </w:r>
      <w:r w:rsidRPr="008478EF">
        <w:t xml:space="preserve"> výtisků</w:t>
      </w:r>
    </w:p>
    <w:p w:rsidR="00EC4DEE" w:rsidRDefault="00EC4DEE" w:rsidP="002C1CD6">
      <w:pPr>
        <w:pStyle w:val="Technickspecifikace"/>
        <w:ind w:left="2832" w:hanging="2832"/>
      </w:pPr>
      <w:r w:rsidRPr="003A0BE5">
        <w:rPr>
          <w:rStyle w:val="Vlastnosttechnickspecifikace"/>
        </w:rPr>
        <w:t>formát</w:t>
      </w:r>
      <w:r>
        <w:tab/>
      </w:r>
      <w:r w:rsidRPr="008478EF">
        <w:t xml:space="preserve">145 </w:t>
      </w:r>
      <w:r>
        <w:t>×</w:t>
      </w:r>
      <w:r w:rsidRPr="008478EF">
        <w:t xml:space="preserve"> 205 mm</w:t>
      </w:r>
      <w:r>
        <w:t xml:space="preserve"> (obálka i map. příloha tisk na spad, knižní blok bez spadu)</w:t>
      </w:r>
    </w:p>
    <w:p w:rsidR="00EC4DEE" w:rsidRDefault="00EC4DEE" w:rsidP="00EC4DEE">
      <w:pPr>
        <w:pStyle w:val="Nadpis3"/>
      </w:pPr>
      <w:r>
        <w:t>knižní blok</w:t>
      </w:r>
    </w:p>
    <w:p w:rsidR="00EC4DEE" w:rsidRPr="008478E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rozsah</w:t>
      </w:r>
      <w:r>
        <w:tab/>
      </w:r>
      <w:r w:rsidRPr="008478EF">
        <w:t xml:space="preserve">912 stran formátu A5 </w:t>
      </w:r>
      <w:r>
        <w:t xml:space="preserve">— </w:t>
      </w:r>
      <w:r w:rsidRPr="008478EF">
        <w:t>Pozor</w:t>
      </w:r>
      <w:r>
        <w:t>,</w:t>
      </w:r>
      <w:r w:rsidRPr="008478EF">
        <w:t xml:space="preserve"> počet stran je pouze orientační. Přesný rozsah textu s možnou změnou ± 32 stran bude upřesněn po dodání podkladů pro tisk. Bude nutné dořešení úpravy na konci knihy – poslední stránka vždy prázdná. Dle</w:t>
      </w:r>
      <w:r>
        <w:t> </w:t>
      </w:r>
      <w:r w:rsidRPr="008478EF">
        <w:t>upřesněného počtu stran bude nutno také upravit šířku hřbetu a event. upravit grafiku obálky – nutná konzultace s tiskárnou.</w:t>
      </w:r>
    </w:p>
    <w:p w:rsidR="00EC4DEE" w:rsidRPr="008478EF" w:rsidRDefault="00EC4DEE" w:rsidP="00EC4DEE">
      <w:pPr>
        <w:pStyle w:val="Technickspecifikace"/>
      </w:pPr>
      <w:r w:rsidRPr="005730D0">
        <w:rPr>
          <w:rStyle w:val="Vlastnosttechnickspecifikace"/>
        </w:rPr>
        <w:t>barevnost</w:t>
      </w:r>
      <w:r>
        <w:tab/>
      </w:r>
      <w:r w:rsidR="00011007">
        <w:tab/>
      </w:r>
      <w:r w:rsidR="00011007">
        <w:tab/>
      </w:r>
      <w:r w:rsidRPr="008478EF">
        <w:t>1/1 černá</w:t>
      </w:r>
    </w:p>
    <w:p w:rsidR="00EC4DEE" w:rsidRPr="008478EF" w:rsidRDefault="00EC4DEE" w:rsidP="00011007">
      <w:pPr>
        <w:pStyle w:val="Technickspecifikace"/>
        <w:ind w:left="2832" w:hanging="2832"/>
      </w:pPr>
      <w:r w:rsidRPr="005730D0">
        <w:rPr>
          <w:rStyle w:val="Vlastnosttechnickspecifikace"/>
        </w:rPr>
        <w:t>papír</w:t>
      </w:r>
      <w:r>
        <w:tab/>
      </w:r>
      <w:r w:rsidRPr="008478EF">
        <w:t>42 g/m² s vhodnou transparentností papíru</w:t>
      </w:r>
      <w:r>
        <w:t xml:space="preserve"> (viz minulé vydání KJŘ)</w:t>
      </w:r>
    </w:p>
    <w:p w:rsidR="00EC4DEE" w:rsidRPr="008478EF" w:rsidRDefault="00EC4DEE" w:rsidP="00EC4DEE">
      <w:pPr>
        <w:pStyle w:val="Technickspecifikace"/>
      </w:pPr>
      <w:r>
        <w:rPr>
          <w:rStyle w:val="Vlastnosttechnickspecifikace"/>
        </w:rPr>
        <w:t xml:space="preserve">knižní </w:t>
      </w:r>
      <w:r w:rsidRPr="003A0BE5">
        <w:rPr>
          <w:rStyle w:val="Vlastnosttechnickspecifikace"/>
        </w:rPr>
        <w:t>vazba</w:t>
      </w:r>
      <w:r>
        <w:tab/>
      </w:r>
      <w:r w:rsidR="00011007">
        <w:tab/>
      </w:r>
      <w:r w:rsidR="00011007">
        <w:tab/>
      </w:r>
      <w:r w:rsidRPr="008478EF">
        <w:t>V2</w:t>
      </w:r>
    </w:p>
    <w:p w:rsidR="00EC4DEE" w:rsidRDefault="00EC4DEE" w:rsidP="00EC4DEE">
      <w:pPr>
        <w:pStyle w:val="Nadpis3"/>
        <w:ind w:left="1276" w:hanging="1276"/>
      </w:pPr>
      <w:r w:rsidRPr="00CC61AA">
        <w:t>obálka</w:t>
      </w:r>
    </w:p>
    <w:p w:rsidR="00EC4DEE" w:rsidRPr="005730D0" w:rsidRDefault="00EC4DEE" w:rsidP="00EC4DEE">
      <w:pPr>
        <w:pStyle w:val="Technickspecifikace"/>
      </w:pPr>
      <w:r w:rsidRPr="003A0BE5">
        <w:rPr>
          <w:rStyle w:val="Vlastnosttechnickspecifikace"/>
        </w:rPr>
        <w:t>rozsah</w:t>
      </w:r>
      <w:r w:rsidRPr="008F33D8">
        <w:tab/>
      </w:r>
      <w:r w:rsidR="00011007">
        <w:tab/>
      </w:r>
      <w:r w:rsidR="00011007">
        <w:tab/>
      </w:r>
      <w:r w:rsidRPr="005730D0">
        <w:t>4 strany</w:t>
      </w:r>
    </w:p>
    <w:p w:rsidR="00EC4DEE" w:rsidRPr="006651B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barevnost</w:t>
      </w:r>
      <w:r>
        <w:tab/>
      </w:r>
      <w:r w:rsidRPr="006651BF">
        <w:t>2/1 přímé barvy</w:t>
      </w:r>
      <w:r w:rsidRPr="006651BF">
        <w:br/>
        <w:t>vnější: oranžová PANTONE Orange 021 C + tmavá modrá PANTONE 294 C</w:t>
      </w:r>
      <w:r w:rsidRPr="006651BF">
        <w:br/>
        <w:t>vnitřní: oranžová PANTONE Orange 021 C</w:t>
      </w:r>
    </w:p>
    <w:p w:rsidR="00EC4DEE" w:rsidRPr="006651BF" w:rsidRDefault="00EC4DEE" w:rsidP="00EC4DEE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</w:r>
      <w:r w:rsidR="00011007">
        <w:tab/>
      </w:r>
      <w:r w:rsidR="00011007">
        <w:tab/>
      </w:r>
      <w:r w:rsidRPr="006651BF">
        <w:t>250 g/m² bílá matná křída</w:t>
      </w:r>
    </w:p>
    <w:p w:rsidR="00EC4DEE" w:rsidRPr="006651BF" w:rsidRDefault="00EC4DEE" w:rsidP="00EC4DEE">
      <w:pPr>
        <w:pStyle w:val="Technickspecifikace"/>
      </w:pPr>
      <w:r w:rsidRPr="006651BF">
        <w:rPr>
          <w:rStyle w:val="Vlastnosttechnickspecifikace"/>
        </w:rPr>
        <w:t>vnější povrch</w:t>
      </w:r>
      <w:r w:rsidRPr="006651BF">
        <w:rPr>
          <w:b/>
          <w:bCs/>
        </w:rPr>
        <w:tab/>
      </w:r>
      <w:r w:rsidR="00011007">
        <w:rPr>
          <w:b/>
          <w:bCs/>
        </w:rPr>
        <w:tab/>
      </w:r>
      <w:r w:rsidR="00011007">
        <w:rPr>
          <w:b/>
          <w:bCs/>
        </w:rPr>
        <w:tab/>
      </w:r>
      <w:r w:rsidRPr="006651BF">
        <w:t>odolná</w:t>
      </w:r>
      <w:r w:rsidRPr="006651BF">
        <w:rPr>
          <w:b/>
          <w:bCs/>
        </w:rPr>
        <w:t xml:space="preserve"> </w:t>
      </w:r>
      <w:r w:rsidRPr="006651BF">
        <w:t>matná laminace</w:t>
      </w:r>
    </w:p>
    <w:p w:rsidR="00EC4DEE" w:rsidRDefault="00EC4DEE" w:rsidP="00EC4DEE">
      <w:pPr>
        <w:pStyle w:val="Nadpis3"/>
        <w:ind w:left="1276" w:hanging="1276"/>
      </w:pPr>
      <w:r>
        <w:t>mapová příloha</w:t>
      </w:r>
    </w:p>
    <w:p w:rsidR="00EC4DEE" w:rsidRDefault="00EC4DEE" w:rsidP="00EC4DEE">
      <w:pPr>
        <w:pStyle w:val="Technickspecifikace"/>
      </w:pPr>
      <w:r w:rsidRPr="003A0BE5">
        <w:rPr>
          <w:rStyle w:val="Vlastnosttechnickspecifikace"/>
        </w:rPr>
        <w:t>umístění</w:t>
      </w:r>
      <w:r>
        <w:rPr>
          <w:b/>
        </w:rPr>
        <w:tab/>
      </w:r>
      <w:r w:rsidR="00011007">
        <w:rPr>
          <w:b/>
        </w:rPr>
        <w:tab/>
      </w:r>
      <w:r w:rsidR="00011007">
        <w:rPr>
          <w:b/>
        </w:rPr>
        <w:tab/>
      </w:r>
      <w:r>
        <w:t>vlepená před knižní blok (za 2. stranu obálky)</w:t>
      </w:r>
    </w:p>
    <w:p w:rsidR="00EC4DEE" w:rsidRDefault="00EC4DEE" w:rsidP="00EC4DEE">
      <w:pPr>
        <w:pStyle w:val="Technickspecifikace"/>
        <w:rPr>
          <w:b/>
        </w:rPr>
      </w:pPr>
      <w:r w:rsidRPr="005730D0">
        <w:rPr>
          <w:rStyle w:val="Vlastnosttechnickspecifikace"/>
        </w:rPr>
        <w:t>rozsah</w:t>
      </w:r>
      <w:r>
        <w:rPr>
          <w:b/>
        </w:rPr>
        <w:tab/>
      </w:r>
      <w:r w:rsidR="00011007">
        <w:rPr>
          <w:b/>
        </w:rPr>
        <w:tab/>
      </w:r>
      <w:r w:rsidR="00011007">
        <w:rPr>
          <w:b/>
        </w:rPr>
        <w:tab/>
      </w:r>
      <w:r w:rsidRPr="005730D0">
        <w:t>6</w:t>
      </w:r>
      <w:r>
        <w:t xml:space="preserve"> stran se 2 přehyby</w:t>
      </w:r>
    </w:p>
    <w:p w:rsidR="00EC4DEE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formát</w:t>
      </w:r>
      <w:r>
        <w:rPr>
          <w:b/>
        </w:rPr>
        <w:tab/>
      </w:r>
      <w:r>
        <w:t>rozložený formát šířka cca (140 + 133 + 129) = 402 mm × výška 205 mm</w:t>
      </w:r>
    </w:p>
    <w:p w:rsidR="00EC4DEE" w:rsidRDefault="00EC4DEE" w:rsidP="00011007">
      <w:pPr>
        <w:pStyle w:val="Doplujcdaje"/>
        <w:ind w:left="2832"/>
      </w:pPr>
      <w:r w:rsidRPr="00276231">
        <w:t>pokud tiskárna potřebuje jiné šířky skladů přílohy, můžeme upravit, ale neměly by se z</w:t>
      </w:r>
      <w:r>
        <w:t> </w:t>
      </w:r>
      <w:r w:rsidRPr="00276231">
        <w:t>prostorových důvodů výrazně lišit od těchto rozměrů minulého vydání</w:t>
      </w:r>
    </w:p>
    <w:p w:rsidR="00EC4DEE" w:rsidRPr="006651B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lastRenderedPageBreak/>
        <w:t>barevnost</w:t>
      </w:r>
      <w:r>
        <w:tab/>
      </w:r>
      <w:r w:rsidRPr="006651BF">
        <w:t xml:space="preserve">3/3 přímé barvy </w:t>
      </w:r>
      <w:r w:rsidRPr="006651BF">
        <w:br/>
        <w:t>— oranžová PANTONE Orange 021 C</w:t>
      </w:r>
      <w:r w:rsidRPr="006651BF">
        <w:br/>
        <w:t>— tmavá modrá PANTONE 294 C</w:t>
      </w:r>
      <w:r w:rsidRPr="006651BF">
        <w:br/>
        <w:t>— světlá modrá PANTONE 299 C</w:t>
      </w:r>
    </w:p>
    <w:p w:rsidR="00EC4DEE" w:rsidRPr="008478EF" w:rsidRDefault="00EC4DEE" w:rsidP="00011007">
      <w:pPr>
        <w:pStyle w:val="Technickspecifikace"/>
        <w:ind w:left="2832" w:hanging="2832"/>
      </w:pPr>
      <w:r w:rsidRPr="006651BF">
        <w:rPr>
          <w:rStyle w:val="Vlastnosttechnickspecifikace"/>
        </w:rPr>
        <w:t>papír</w:t>
      </w:r>
      <w:r w:rsidRPr="006651BF">
        <w:tab/>
        <w:t>150 g/m² bílá matná křída</w:t>
      </w:r>
      <w:r w:rsidRPr="006651BF" w:rsidDel="00C33AD2">
        <w:t xml:space="preserve"> </w:t>
      </w:r>
      <w:r w:rsidRPr="006651BF">
        <w:t>shodného druhu jako pro obálku, aby přímé barvy přecházející z obálky na přílohu byly identické</w:t>
      </w:r>
    </w:p>
    <w:p w:rsidR="00EC4DEE" w:rsidRDefault="00EC4DEE" w:rsidP="00EC4DEE">
      <w:pPr>
        <w:pStyle w:val="Nadpis3"/>
      </w:pPr>
      <w:r>
        <w:t>ostatní</w:t>
      </w:r>
    </w:p>
    <w:p w:rsidR="00EC4DEE" w:rsidRPr="008478E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podklady</w:t>
      </w:r>
      <w:r>
        <w:tab/>
      </w:r>
      <w:r w:rsidRPr="008478EF">
        <w:t xml:space="preserve">soubory PDF předané zadavatelem na FTP dodavatele, </w:t>
      </w:r>
      <w:r>
        <w:br/>
      </w:r>
      <w:r w:rsidRPr="008478EF">
        <w:t>papírová</w:t>
      </w:r>
      <w:r>
        <w:t> </w:t>
      </w:r>
      <w:r w:rsidRPr="008478EF">
        <w:t xml:space="preserve">maketa </w:t>
      </w:r>
      <w:r>
        <w:t>–</w:t>
      </w:r>
      <w:r w:rsidRPr="008478EF">
        <w:t xml:space="preserve"> vzorek</w:t>
      </w:r>
    </w:p>
    <w:p w:rsidR="00EC4DEE" w:rsidRDefault="00EC4DEE" w:rsidP="00EC4DEE">
      <w:pPr>
        <w:pStyle w:val="Technickspecifikace"/>
      </w:pPr>
      <w:r w:rsidRPr="003A0BE5">
        <w:rPr>
          <w:rStyle w:val="Vlastnosttechnickspecifikace"/>
        </w:rPr>
        <w:t>balení</w:t>
      </w:r>
      <w:r>
        <w:tab/>
      </w:r>
      <w:r w:rsidR="00011007">
        <w:tab/>
      </w:r>
      <w:r w:rsidR="00011007">
        <w:tab/>
      </w:r>
      <w:r w:rsidRPr="008478EF">
        <w:t>balíky po 5 ks ve fólii PE, dřevěné EUR palety + víko, PE fólie</w:t>
      </w:r>
    </w:p>
    <w:p w:rsidR="00EC4DEE" w:rsidRPr="000B7DFF" w:rsidRDefault="00EC4DEE" w:rsidP="00011007">
      <w:pPr>
        <w:ind w:left="2832" w:hanging="2832"/>
      </w:pPr>
      <w:r w:rsidRPr="003A0BE5">
        <w:rPr>
          <w:rStyle w:val="Vlastnosttechnickspecifikace"/>
        </w:rPr>
        <w:t>doprava</w:t>
      </w:r>
      <w:r w:rsidR="00011007">
        <w:tab/>
      </w:r>
      <w:r>
        <w:rPr>
          <w:bCs/>
        </w:rPr>
        <w:t>d</w:t>
      </w:r>
      <w:r w:rsidRPr="00276231">
        <w:rPr>
          <w:rStyle w:val="Siln"/>
          <w:b w:val="0"/>
          <w:bCs w:val="0"/>
        </w:rPr>
        <w:t>oprava a balení musí být zahrnuta v ceně, nelze</w:t>
      </w:r>
      <w:r>
        <w:rPr>
          <w:rStyle w:val="Siln"/>
          <w:b w:val="0"/>
          <w:bCs w:val="0"/>
        </w:rPr>
        <w:t> </w:t>
      </w:r>
      <w:r w:rsidRPr="00276231">
        <w:rPr>
          <w:rStyle w:val="Siln"/>
          <w:b w:val="0"/>
          <w:bCs w:val="0"/>
        </w:rPr>
        <w:t>účtovat odděleně</w:t>
      </w:r>
      <w:r>
        <w:rPr>
          <w:rStyle w:val="Siln"/>
          <w:b w:val="0"/>
          <w:bCs w:val="0"/>
        </w:rPr>
        <w:t>!</w:t>
      </w:r>
    </w:p>
    <w:p w:rsidR="00340C2A" w:rsidRDefault="00340C2A" w:rsidP="00EC4DEE">
      <w:pPr>
        <w:ind w:left="2832" w:hanging="2832"/>
        <w:rPr>
          <w:rFonts w:eastAsia="Times New Roman" w:cs="Times New Roman"/>
          <w:szCs w:val="20"/>
          <w:lang w:eastAsia="cs-CZ"/>
        </w:rPr>
      </w:pPr>
    </w:p>
    <w:p w:rsidR="002E6A75" w:rsidRPr="002E6A75" w:rsidRDefault="00011007" w:rsidP="00DE7A97">
      <w:pPr>
        <w:ind w:left="2832" w:hanging="2832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b/>
          <w:szCs w:val="20"/>
          <w:lang w:eastAsia="cs-CZ"/>
        </w:rPr>
        <w:t>z</w:t>
      </w:r>
      <w:r w:rsidR="00340C2A">
        <w:rPr>
          <w:rFonts w:eastAsia="Times New Roman" w:cs="Times New Roman"/>
          <w:b/>
          <w:szCs w:val="20"/>
          <w:lang w:eastAsia="cs-CZ"/>
        </w:rPr>
        <w:t>působ p</w:t>
      </w:r>
      <w:r w:rsidR="00DE7A97" w:rsidRPr="00DE7A97">
        <w:rPr>
          <w:rFonts w:eastAsia="Times New Roman" w:cs="Times New Roman"/>
          <w:b/>
          <w:szCs w:val="20"/>
          <w:lang w:eastAsia="cs-CZ"/>
        </w:rPr>
        <w:t>ředání</w:t>
      </w:r>
      <w:r w:rsidR="00DE7A97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>d</w:t>
      </w:r>
      <w:r w:rsidR="00EC4DEE">
        <w:rPr>
          <w:rFonts w:eastAsia="Times New Roman" w:cs="Times New Roman"/>
          <w:szCs w:val="20"/>
          <w:lang w:eastAsia="cs-CZ"/>
        </w:rPr>
        <w:t xml:space="preserve">ovoz do sídla organizace </w:t>
      </w:r>
      <w:r>
        <w:rPr>
          <w:rFonts w:eastAsia="Times New Roman" w:cs="Times New Roman"/>
          <w:szCs w:val="20"/>
          <w:lang w:eastAsia="cs-CZ"/>
        </w:rPr>
        <w:t>a</w:t>
      </w:r>
      <w:r w:rsidR="00EC4DEE">
        <w:rPr>
          <w:rFonts w:eastAsia="Times New Roman" w:cs="Times New Roman"/>
          <w:szCs w:val="20"/>
          <w:lang w:eastAsia="cs-CZ"/>
        </w:rPr>
        <w:t xml:space="preserve"> do příslušných OJ</w:t>
      </w:r>
    </w:p>
    <w:p w:rsidR="00340C2A" w:rsidRDefault="00011007" w:rsidP="003D0CF1">
      <w:pPr>
        <w:spacing w:after="0" w:line="240" w:lineRule="auto"/>
        <w:ind w:left="2832" w:hanging="2832"/>
        <w:rPr>
          <w:rFonts w:eastAsia="Times New Roman" w:cs="Times New Roman"/>
          <w:szCs w:val="20"/>
          <w:lang w:eastAsia="cs-CZ"/>
        </w:rPr>
      </w:pPr>
      <w:r>
        <w:rPr>
          <w:b/>
        </w:rPr>
        <w:t>t</w:t>
      </w:r>
      <w:r w:rsidR="00340C2A" w:rsidRPr="003D0CF1">
        <w:rPr>
          <w:b/>
        </w:rPr>
        <w:t>ermín předání</w:t>
      </w:r>
      <w:r w:rsidR="00340C2A" w:rsidRPr="003D0CF1">
        <w:rPr>
          <w:b/>
        </w:rPr>
        <w:tab/>
      </w:r>
      <w:r w:rsidR="00340C2A" w:rsidRPr="00A048EB">
        <w:rPr>
          <w:rFonts w:eastAsia="Times New Roman" w:cs="Times New Roman"/>
          <w:szCs w:val="20"/>
          <w:lang w:eastAsia="cs-CZ"/>
        </w:rPr>
        <w:t xml:space="preserve">dodání </w:t>
      </w:r>
      <w:r w:rsidR="00EC4DEE">
        <w:rPr>
          <w:rFonts w:eastAsia="Times New Roman" w:cs="Times New Roman"/>
          <w:szCs w:val="20"/>
          <w:lang w:eastAsia="cs-CZ"/>
        </w:rPr>
        <w:t>nejpozději do konce listopadu 2020</w:t>
      </w:r>
    </w:p>
    <w:p w:rsidR="00965708" w:rsidRDefault="00965708" w:rsidP="00965708">
      <w:pPr>
        <w:pStyle w:val="Technickspecifikace"/>
        <w:ind w:left="2832" w:hanging="2832"/>
      </w:pPr>
    </w:p>
    <w:p w:rsidR="00340C2A" w:rsidRDefault="00340C2A" w:rsidP="00965708">
      <w:pPr>
        <w:pStyle w:val="Technickspecifikace"/>
        <w:ind w:left="2832" w:hanging="2832"/>
      </w:pPr>
    </w:p>
    <w:p w:rsidR="00965708" w:rsidRDefault="00965708" w:rsidP="00965708">
      <w:pPr>
        <w:pStyle w:val="Nadpis3"/>
      </w:pPr>
      <w:r>
        <w:t>Lokalita</w:t>
      </w:r>
      <w:r w:rsidR="002E6A75">
        <w:t>/Termín</w:t>
      </w:r>
    </w:p>
    <w:p w:rsidR="00965708" w:rsidRPr="00AE0892" w:rsidRDefault="00965708" w:rsidP="00AE0892">
      <w:pPr>
        <w:pStyle w:val="Technickspecifikace"/>
        <w:ind w:left="2832" w:hanging="2832"/>
        <w:rPr>
          <w:b/>
        </w:rPr>
      </w:pPr>
      <w:r>
        <w:rPr>
          <w:rStyle w:val="Vlastnosttechnickspecifikace"/>
        </w:rPr>
        <w:t>ČR</w:t>
      </w:r>
      <w:r w:rsidR="00AE0892">
        <w:tab/>
      </w:r>
      <w:r w:rsidR="00AE0892">
        <w:t xml:space="preserve">pracoviště CTD, </w:t>
      </w:r>
      <w:r w:rsidR="00AE0892" w:rsidRPr="00B60D1E">
        <w:t>Olomouc 779 00, Jeremenkova 103/2</w:t>
      </w:r>
      <w:r w:rsidR="00AE0892" w:rsidRPr="00AE0892">
        <w:t>3),</w:t>
      </w:r>
      <w:r w:rsidR="00AE0892" w:rsidRPr="00AE0892">
        <w:rPr>
          <w:b/>
        </w:rPr>
        <w:t xml:space="preserve"> </w:t>
      </w:r>
      <w:r w:rsidR="00AE0892" w:rsidRPr="00AE0892">
        <w:rPr>
          <w:rStyle w:val="Vlastnosttechnickspecifikace"/>
          <w:b w:val="0"/>
        </w:rPr>
        <w:t>sídlo GŘ - Dlážděná 1003/7, 110 00 Praha 1</w:t>
      </w: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007C31">
      <w:pPr>
        <w:pStyle w:val="Technickspecifikace"/>
        <w:ind w:left="0" w:firstLine="0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  <w:bookmarkStart w:id="0" w:name="_GoBack"/>
      <w:bookmarkEnd w:id="0"/>
    </w:p>
    <w:sectPr w:rsidR="0096570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81" w:rsidRDefault="003D2981" w:rsidP="00962258">
      <w:pPr>
        <w:spacing w:after="0" w:line="240" w:lineRule="auto"/>
      </w:pPr>
      <w:r>
        <w:separator/>
      </w:r>
    </w:p>
  </w:endnote>
  <w:endnote w:type="continuationSeparator" w:id="0">
    <w:p w:rsidR="003D2981" w:rsidRDefault="003D29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8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8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0407E6" wp14:editId="4CAFBE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A4E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2ED3D7" wp14:editId="58819F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6568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8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8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F9E36E7" wp14:editId="23AD36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DB28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6FF6D8F" wp14:editId="501AE2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C4CED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81" w:rsidRDefault="003D2981" w:rsidP="00962258">
      <w:pPr>
        <w:spacing w:after="0" w:line="240" w:lineRule="auto"/>
      </w:pPr>
      <w:r>
        <w:separator/>
      </w:r>
    </w:p>
  </w:footnote>
  <w:footnote w:type="continuationSeparator" w:id="0">
    <w:p w:rsidR="003D2981" w:rsidRDefault="003D29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CA2412" wp14:editId="17D6A8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CC46451"/>
    <w:multiLevelType w:val="hybridMultilevel"/>
    <w:tmpl w:val="F02A3076"/>
    <w:lvl w:ilvl="0" w:tplc="535E8E9E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C31"/>
    <w:rsid w:val="00011007"/>
    <w:rsid w:val="00053BF1"/>
    <w:rsid w:val="00072C1E"/>
    <w:rsid w:val="000C70C3"/>
    <w:rsid w:val="000E23A7"/>
    <w:rsid w:val="0010693F"/>
    <w:rsid w:val="00114472"/>
    <w:rsid w:val="001550BC"/>
    <w:rsid w:val="001605B9"/>
    <w:rsid w:val="00161263"/>
    <w:rsid w:val="00170EC5"/>
    <w:rsid w:val="001747C1"/>
    <w:rsid w:val="00184743"/>
    <w:rsid w:val="00187F2C"/>
    <w:rsid w:val="00207DF5"/>
    <w:rsid w:val="00280E07"/>
    <w:rsid w:val="002C1CD6"/>
    <w:rsid w:val="002C31BF"/>
    <w:rsid w:val="002D08B1"/>
    <w:rsid w:val="002E0CD7"/>
    <w:rsid w:val="002E2A21"/>
    <w:rsid w:val="002E6A75"/>
    <w:rsid w:val="002F6C39"/>
    <w:rsid w:val="003042F8"/>
    <w:rsid w:val="00340C2A"/>
    <w:rsid w:val="00341DCF"/>
    <w:rsid w:val="00357BC6"/>
    <w:rsid w:val="003956C6"/>
    <w:rsid w:val="003D0CF1"/>
    <w:rsid w:val="003D2981"/>
    <w:rsid w:val="00441430"/>
    <w:rsid w:val="00450F07"/>
    <w:rsid w:val="00453CD3"/>
    <w:rsid w:val="00460660"/>
    <w:rsid w:val="00486107"/>
    <w:rsid w:val="00491827"/>
    <w:rsid w:val="004B348C"/>
    <w:rsid w:val="004C2F82"/>
    <w:rsid w:val="004C4399"/>
    <w:rsid w:val="004C787C"/>
    <w:rsid w:val="004E143C"/>
    <w:rsid w:val="004E3A53"/>
    <w:rsid w:val="004E67AA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55E5"/>
    <w:rsid w:val="005F1404"/>
    <w:rsid w:val="005F7A4E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84C"/>
    <w:rsid w:val="00743525"/>
    <w:rsid w:val="0076286B"/>
    <w:rsid w:val="00766846"/>
    <w:rsid w:val="0077673A"/>
    <w:rsid w:val="007846E1"/>
    <w:rsid w:val="007B570C"/>
    <w:rsid w:val="007B5D06"/>
    <w:rsid w:val="007C589B"/>
    <w:rsid w:val="007E2257"/>
    <w:rsid w:val="007E4A6E"/>
    <w:rsid w:val="007F56A7"/>
    <w:rsid w:val="00807DD0"/>
    <w:rsid w:val="00835D7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B14A9"/>
    <w:rsid w:val="009B2E97"/>
    <w:rsid w:val="009B565B"/>
    <w:rsid w:val="009C4990"/>
    <w:rsid w:val="009E07F4"/>
    <w:rsid w:val="009F392E"/>
    <w:rsid w:val="00A6177B"/>
    <w:rsid w:val="00A66136"/>
    <w:rsid w:val="00AA4CBB"/>
    <w:rsid w:val="00AA65FA"/>
    <w:rsid w:val="00AA7351"/>
    <w:rsid w:val="00AC0B3E"/>
    <w:rsid w:val="00AD056F"/>
    <w:rsid w:val="00AD6731"/>
    <w:rsid w:val="00AE0892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747E"/>
    <w:rsid w:val="00DC75F3"/>
    <w:rsid w:val="00DD46F3"/>
    <w:rsid w:val="00DE56F2"/>
    <w:rsid w:val="00DE7A97"/>
    <w:rsid w:val="00DF116D"/>
    <w:rsid w:val="00E36C4A"/>
    <w:rsid w:val="00E41599"/>
    <w:rsid w:val="00E90853"/>
    <w:rsid w:val="00E963D1"/>
    <w:rsid w:val="00EB104F"/>
    <w:rsid w:val="00EC4DEE"/>
    <w:rsid w:val="00EC69F4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1F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852642"/>
  <w14:defaultImageDpi w14:val="32767"/>
  <w15:docId w15:val="{14420174-3573-47F2-9115-54B483EF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0A4FE0-0380-4A27-B5E5-7C7C1AFA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3</TotalTime>
  <Pages>2</Pages>
  <Words>297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7</cp:revision>
  <cp:lastPrinted>2020-05-07T07:00:00Z</cp:lastPrinted>
  <dcterms:created xsi:type="dcterms:W3CDTF">2020-09-09T08:39:00Z</dcterms:created>
  <dcterms:modified xsi:type="dcterms:W3CDTF">2020-09-18T05:44:00Z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